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77" w:rsidRDefault="00DC05B0" w:rsidP="00290B55">
      <w:pPr>
        <w:pStyle w:val="Heading110"/>
        <w:shd w:val="clear" w:color="auto" w:fill="auto"/>
        <w:spacing w:after="120" w:line="276" w:lineRule="auto"/>
        <w:rPr>
          <w:color w:val="000000"/>
        </w:rPr>
      </w:pPr>
      <w:bookmarkStart w:id="0" w:name="bookmark0"/>
      <w:r>
        <w:rPr>
          <w:color w:val="000000"/>
        </w:rPr>
        <w:t>Klimaatactie-simulatie: Ontwikkelde landen</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290B55">
            <w:pPr>
              <w:spacing w:before="120"/>
              <w:rPr>
                <w:b/>
              </w:rPr>
            </w:pPr>
            <w:r>
              <w:rPr>
                <w:b/>
                <w:color w:val="000000"/>
              </w:rPr>
              <w:t xml:space="preserve">Aan: </w:t>
            </w:r>
          </w:p>
        </w:tc>
        <w:tc>
          <w:tcPr>
            <w:tcW w:w="5953" w:type="dxa"/>
          </w:tcPr>
          <w:p w:rsidR="004D0CFD" w:rsidRPr="00290B55" w:rsidRDefault="004D0CFD" w:rsidP="00290B55">
            <w:pPr>
              <w:spacing w:before="120"/>
              <w:rPr>
                <w:b/>
                <w:color w:val="000000"/>
              </w:rPr>
            </w:pPr>
            <w:r>
              <w:rPr>
                <w:b/>
                <w:color w:val="000000"/>
              </w:rPr>
              <w:t>de hoofdonderhandelaars van de ontwikkelde landen</w:t>
            </w:r>
          </w:p>
          <w:p w:rsidR="004D0CFD" w:rsidRDefault="004D0CFD" w:rsidP="004D0CFD">
            <w:r>
              <w:rPr>
                <w:color w:val="000000"/>
              </w:rPr>
              <w:t>(VS, Canada, Europese Unie, Japan, Rusland en andere voormalige Sovjetrepublieken, Zuid-Korea, Australië, Nieuw-Zeeland)</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proofErr w:type="gramStart"/>
            <w:r>
              <w:rPr>
                <w:b/>
                <w:color w:val="000000"/>
              </w:rPr>
              <w:t>Betreft:</w:t>
            </w:r>
            <w:proofErr w:type="gramEnd"/>
          </w:p>
        </w:tc>
        <w:tc>
          <w:tcPr>
            <w:tcW w:w="5953" w:type="dxa"/>
          </w:tcPr>
          <w:p w:rsidR="004D0CFD" w:rsidRPr="00290B55" w:rsidRDefault="004D0CFD" w:rsidP="00290B55">
            <w:pPr>
              <w:spacing w:before="120"/>
              <w:rPr>
                <w:b/>
                <w:color w:val="000000"/>
              </w:rPr>
            </w:pPr>
            <w:r>
              <w:rPr>
                <w:b/>
                <w:color w:val="000000"/>
              </w:rPr>
              <w:t>voorbereiding van de klimaatactietop</w:t>
            </w:r>
          </w:p>
        </w:tc>
      </w:tr>
    </w:tbl>
    <w:p w:rsidR="004D0CFD" w:rsidRPr="00290B55" w:rsidRDefault="004D0CFD" w:rsidP="00290B55"/>
    <w:p w:rsidR="002C1D77" w:rsidRPr="004D0CFD" w:rsidRDefault="00DC05B0" w:rsidP="00290B55">
      <w:pPr>
        <w:spacing w:after="120"/>
      </w:pPr>
      <w:r>
        <w:t xml:space="preserve">Welkom op de klimaatactietop. De secretaris-generaal van de VN heeft jullie uitgenodigd om samen met de leiders van alle andere belanghebbende partijen oplossingen uit te werken voor de bestrijding van de klimaatverandering. In zijn uitnodiging </w:t>
      </w:r>
      <w:r>
        <w:rPr>
          <w:rStyle w:val="Bodytext2"/>
        </w:rPr>
        <w:t>merkte</w:t>
      </w:r>
      <w:r>
        <w:t xml:space="preserve"> de secretaris-generaal het volgende op: “De klimaatnoodtoestand is een race die we aan het verliezen zijn, maar we kunnen deze race ook winnen... Gerenommeerde wetenschappers vertellen ons dat elke temperatuurstijging boven de 1,5°C zal leiden tot grote en onomkeerbare schade aan onze ecosystemen .</w:t>
      </w:r>
      <w:proofErr w:type="gramStart"/>
      <w:r>
        <w:t>..</w:t>
      </w:r>
      <w:proofErr w:type="gramEnd"/>
      <w:r>
        <w:t xml:space="preserve"> Maar de wetenschap zegt ons ook dat het nog niet te laat is. Wij kunnen er iets aan doen... Dit vereist echter fundamentele veranderingen in alle aspecten van de samenleving – de manier waarop we voedsel verbouwen, land gebruiken, ons transport aandrijven en onze economieën van energie voorzien .</w:t>
      </w:r>
      <w:proofErr w:type="gramStart"/>
      <w:r>
        <w:t>..</w:t>
      </w:r>
      <w:proofErr w:type="gramEnd"/>
      <w:r>
        <w:t xml:space="preserve"> Door samen te werken, zullen we niemand aan zijn lot overlaten.”</w:t>
      </w:r>
    </w:p>
    <w:p w:rsidR="002C1D77" w:rsidRPr="004D0CFD" w:rsidRDefault="00DC05B0" w:rsidP="000A6D24">
      <w:pPr>
        <w:spacing w:after="120" w:line="276" w:lineRule="auto"/>
      </w:pPr>
      <w:r>
        <w:rPr>
          <w:color w:val="000000"/>
        </w:rPr>
        <w:t xml:space="preserve">Het doel van de top is een plan op te stellen om de opwarming van de aarde te beperken tot minder dan 2°C [3,6°F] boven het pre-industriële niveau, en te streven naar 1,5°C [2,7°F], </w:t>
      </w:r>
      <w:proofErr w:type="gramStart"/>
      <w:r>
        <w:rPr>
          <w:color w:val="000000"/>
        </w:rPr>
        <w:t>overeenkomstig</w:t>
      </w:r>
      <w:proofErr w:type="gramEnd"/>
      <w:r>
        <w:rPr>
          <w:color w:val="000000"/>
        </w:rPr>
        <w:t xml:space="preserve"> de internationale doelstellingen die formeel zijn erkend in de klimaatovereenkomst van Parijs. </w:t>
      </w:r>
      <w:r>
        <w:t xml:space="preserve">Het </w:t>
      </w:r>
      <w:r>
        <w:rPr>
          <w:rStyle w:val="Bodytext2"/>
        </w:rPr>
        <w:t>wetenschappelijk bewijs</w:t>
      </w:r>
      <w:r>
        <w:t xml:space="preserve"> laat hierover geen twijfel bestaan: een opwarming boven deze grens zal rampzalige en onomkeerbare gevolgen hebben die een bedreiging vormen voor de gezondheid, de welvaart en het leven van mensen in alle landen.</w:t>
      </w:r>
    </w:p>
    <w:p w:rsidR="002C1D77" w:rsidRPr="004D0CFD" w:rsidRDefault="00DC05B0" w:rsidP="00290B55">
      <w:pPr>
        <w:spacing w:after="120" w:line="276" w:lineRule="auto"/>
      </w:pPr>
      <w:r>
        <w:rPr>
          <w:color w:val="000000"/>
        </w:rPr>
        <w:t xml:space="preserve">Jullie groep vertegenwoordigt de ontwikkelde landen van de wereld (hierboven opgesomd). Samen tellen jullie landen bijna 1,3 miljard inwoners, </w:t>
      </w:r>
      <w:proofErr w:type="gramStart"/>
      <w:r>
        <w:rPr>
          <w:color w:val="000000"/>
        </w:rPr>
        <w:t>zo'n</w:t>
      </w:r>
      <w:proofErr w:type="gramEnd"/>
      <w:r>
        <w:rPr>
          <w:color w:val="000000"/>
        </w:rPr>
        <w:t xml:space="preserve"> 17 % van de 7,7 miljard mensen op aarde. Bij elkaar opgeteld genereren jullie landen 60 % van de wereldwijde economische output en jullie hebben het hoogste bbp (bruto binnenlands product) per hoofd van de bevolking.</w:t>
      </w:r>
    </w:p>
    <w:p w:rsidR="002C1D77" w:rsidRPr="004D0CFD" w:rsidRDefault="00DC05B0" w:rsidP="00290B55">
      <w:pPr>
        <w:spacing w:after="120" w:line="276" w:lineRule="auto"/>
      </w:pPr>
      <w:r>
        <w:rPr>
          <w:color w:val="000000"/>
        </w:rPr>
        <w:t>De beleidsprioriteiten van jullie groep worden hieronder opgesomd. Jullie kunnen echter elke andere beschikbare beleidsmaatregel voorstellen of blokkeren.</w:t>
      </w:r>
    </w:p>
    <w:p w:rsidR="002C1D77" w:rsidRPr="007A09A4" w:rsidRDefault="00DC05B0" w:rsidP="00290B55">
      <w:pPr>
        <w:numPr>
          <w:ilvl w:val="0"/>
          <w:numId w:val="1"/>
        </w:numPr>
        <w:spacing w:after="120" w:line="276" w:lineRule="auto"/>
        <w:ind w:left="403" w:hanging="403"/>
      </w:pPr>
      <w:r>
        <w:rPr>
          <w:b/>
          <w:color w:val="000000"/>
        </w:rPr>
        <w:t>Subsidieer hernieuwbare energie (zonne-energie, windenergie, geothermische energie, waterkracht en opslag).</w:t>
      </w:r>
      <w:r>
        <w:rPr>
          <w:color w:val="000000"/>
        </w:rPr>
        <w:t xml:space="preserve"> </w:t>
      </w:r>
      <w:r>
        <w:t xml:space="preserve">De sector hernieuwbare energie groeit snel, maar levert nog steeds minder dan 5 % van de wereldwijde energievoorziening. Subsidies zullen deze sector helpen groeien, waardoor er banen bij zullen komen in jullie landen (als jullie </w:t>
      </w:r>
      <w:proofErr w:type="gramStart"/>
      <w:r>
        <w:t>tenminste</w:t>
      </w:r>
      <w:proofErr w:type="gramEnd"/>
      <w:r>
        <w:t xml:space="preserve"> de technologische verbeteringen op het gebied van wind- en zonne-energie en batterijen in China en andere ontwikkelingslanden kunnen overtreffen). Opslag (bv. batterijen, thermische opslag, pompaccumulatie) en “slimme netwerken” maken het mogelijk om variabele hernieuwbare energiebronnen zoals wind- en zonne-energie in het energiesysteem te integreren en er tegelijkertijd voor te zorgen dat 24 uur per dag en 7 dagen per week elektrische energie wordt geleverd.</w:t>
      </w:r>
    </w:p>
    <w:p w:rsidR="002C1D77" w:rsidRPr="00290B55" w:rsidRDefault="00DC05B0" w:rsidP="00290B55">
      <w:pPr>
        <w:numPr>
          <w:ilvl w:val="0"/>
          <w:numId w:val="1"/>
        </w:numPr>
        <w:spacing w:after="120" w:line="276" w:lineRule="auto"/>
        <w:ind w:left="403" w:hanging="403"/>
        <w:rPr>
          <w:b/>
        </w:rPr>
      </w:pPr>
      <w:r>
        <w:rPr>
          <w:rStyle w:val="Bodytext2Bold"/>
        </w:rPr>
        <w:t>De ontbossing tegengaan.</w:t>
      </w:r>
      <w:r>
        <w:t xml:space="preserve"> </w:t>
      </w:r>
      <w:r>
        <w:rPr>
          <w:color w:val="000000"/>
        </w:rPr>
        <w:t>Ontbossing is momenteel verantwoordelijk voor ongeveer 15 % van de uitstoot van de wereldwijde uitstoot van broeikasgassen en gaat vooral ten koste van de tropische bossen in ontwikkelingslanden, zoals het Amazonegebied, Afrika en Zuid- en Zuidoost-Azië. Door de bossen te beschermen kan deze uitstoot worden verminderd en tegelijkertijd de biodiversiteit in stand worden gehouden en de watervoorziening worden veiliggesteld.</w:t>
      </w:r>
    </w:p>
    <w:p w:rsidR="002C1D77" w:rsidRPr="00290B55" w:rsidRDefault="00DC05B0" w:rsidP="00FD0AAD">
      <w:pPr>
        <w:keepNext/>
        <w:keepLines/>
        <w:numPr>
          <w:ilvl w:val="0"/>
          <w:numId w:val="1"/>
        </w:numPr>
        <w:spacing w:after="120" w:line="276" w:lineRule="auto"/>
        <w:ind w:left="403" w:hanging="403"/>
        <w:rPr>
          <w:b/>
        </w:rPr>
      </w:pPr>
      <w:r>
        <w:rPr>
          <w:rStyle w:val="Bodytext2Bold"/>
        </w:rPr>
        <w:lastRenderedPageBreak/>
        <w:t xml:space="preserve">Denk aan bebossing. </w:t>
      </w:r>
      <w:r>
        <w:rPr>
          <w:color w:val="000000"/>
        </w:rPr>
        <w:t xml:space="preserve">Bebossing is de aanplant van </w:t>
      </w:r>
      <w:bookmarkStart w:id="1" w:name="_GoBack"/>
      <w:bookmarkEnd w:id="1"/>
      <w:r>
        <w:rPr>
          <w:color w:val="000000"/>
        </w:rPr>
        <w:t xml:space="preserve">bossen op land waar nog geen bomen groeien; soms is dit land eerder ontbost of aangetast </w:t>
      </w:r>
      <w:proofErr w:type="gramStart"/>
      <w:r>
        <w:rPr>
          <w:color w:val="000000"/>
        </w:rPr>
        <w:t>geweest</w:t>
      </w:r>
      <w:proofErr w:type="gramEnd"/>
      <w:r>
        <w:rPr>
          <w:color w:val="000000"/>
        </w:rPr>
        <w:t xml:space="preserve">. </w:t>
      </w:r>
      <w:proofErr w:type="gramStart"/>
      <w:r>
        <w:t>Naarmate bomen groeien, onttrekken zij CO</w:t>
      </w:r>
      <w:r>
        <w:rPr>
          <w:vertAlign w:val="subscript"/>
        </w:rPr>
        <w:t>2</w:t>
      </w:r>
      <w:r>
        <w:t xml:space="preserve"> aan de atmosfeer en slaan zij deze op in biomassa en de bodem.</w:t>
      </w:r>
      <w:r>
        <w:rPr>
          <w:color w:val="000000"/>
        </w:rPr>
        <w:t xml:space="preserve"> </w:t>
      </w:r>
      <w:proofErr w:type="gramEnd"/>
      <w:r>
        <w:rPr>
          <w:color w:val="000000"/>
        </w:rPr>
        <w:t>Indien bebossing op grote schaal wordt toegepast, kunnen landbouw- of veeteeltgronden echter in het gedrang komen, met hogere voedselprijzen als gevolg. Bedenk hoeveel land gemoeid zou zijn met de bebossingsmaatregelen die jullie en andere groepen voorstellen.</w:t>
      </w:r>
    </w:p>
    <w:p w:rsidR="002C1D77" w:rsidRPr="007A09A4" w:rsidRDefault="00DC05B0" w:rsidP="00290B55">
      <w:pPr>
        <w:numPr>
          <w:ilvl w:val="0"/>
          <w:numId w:val="1"/>
        </w:numPr>
        <w:spacing w:after="120" w:line="276" w:lineRule="auto"/>
        <w:ind w:left="400" w:hanging="400"/>
      </w:pPr>
      <w:r>
        <w:rPr>
          <w:b/>
          <w:color w:val="000000"/>
        </w:rPr>
        <w:t>Beperk de uitstoot van methaan, distikstofoxide en andere broeikasgassen.</w:t>
      </w:r>
      <w:r>
        <w:t xml:space="preserve"> </w:t>
      </w:r>
      <w:proofErr w:type="gramStart"/>
      <w:r>
        <w:t>CO</w:t>
      </w:r>
      <w:r>
        <w:rPr>
          <w:vertAlign w:val="subscript"/>
        </w:rPr>
        <w:t>2</w:t>
      </w:r>
      <w:r>
        <w:t xml:space="preserve"> is het broeikasgas bij uitstek, maar circa een kwart van de opwarming van de aarde is te wijten aan andere gassen, zoals methaan (CH</w:t>
      </w:r>
      <w:r>
        <w:rPr>
          <w:vertAlign w:val="subscript"/>
        </w:rPr>
        <w:t>4</w:t>
      </w:r>
      <w:r>
        <w:t>), distikstofoxide (N</w:t>
      </w:r>
      <w:r>
        <w:rPr>
          <w:vertAlign w:val="subscript"/>
        </w:rPr>
        <w:t>2</w:t>
      </w:r>
      <w:r>
        <w:t xml:space="preserve">O) en een breed scala aan chloorkoolwaterstoffen en andere fluorverbindingen (zgn. </w:t>
      </w:r>
      <w:proofErr w:type="gramEnd"/>
      <w:r>
        <w:t>F-gassen). Molecuul voor molecuul zullen veel andere gassen de komende eeuw tientallen, honderden of zelfs duizenden keren meer aan de opwarming van de aarde bijdragen dan CO</w:t>
      </w:r>
      <w:r>
        <w:rPr>
          <w:vertAlign w:val="subscript"/>
        </w:rPr>
        <w:t>2</w:t>
      </w:r>
      <w:r>
        <w:t>. De concentraties van deze gassen zijn laag, maar nemen wel snel toe.</w:t>
      </w:r>
    </w:p>
    <w:p w:rsidR="002C1D77" w:rsidRPr="007A09A4" w:rsidRDefault="00DC05B0" w:rsidP="00290B55">
      <w:pPr>
        <w:keepLines/>
        <w:numPr>
          <w:ilvl w:val="0"/>
          <w:numId w:val="1"/>
        </w:numPr>
        <w:spacing w:after="120" w:line="276" w:lineRule="auto"/>
        <w:ind w:left="403" w:hanging="403"/>
      </w:pPr>
      <w:r>
        <w:rPr>
          <w:b/>
        </w:rPr>
        <w:t>Beslis of er moet worden geïnvesteerd in onderzoek en ontwikkeling (O&amp;O) om te komen tot een nieuwe goedkope koolstofvrije energiebron.</w:t>
      </w:r>
      <w:r>
        <w:t xml:space="preserve"> Sommige wetenschappers geloven dat een nieuw type kernenergie, zoals thoriumsplijting of kernfusie, de beste energiebron zou zijn ter vervanging van fossiele brandstoffen, met als argument dat dergelijke technologieën op grote schaal goedkope en koolstofvrije elektriciteit kunnen leveren. Verschillende vooraanstaande universiteiten en ondernemingen zijn </w:t>
      </w:r>
      <w:proofErr w:type="gramStart"/>
      <w:r>
        <w:t xml:space="preserve">bezig  </w:t>
      </w:r>
      <w:proofErr w:type="gramEnd"/>
      <w:r>
        <w:t>veelbelovende nieuwe oplossingen op het gebied van kernenergie te onderzoeken. Deze nieuwe technologieën zijn echter nog niet beschikbaar en zouden aanzienlijke investeringen vereisen om commercieel levensvatbaar te worden.</w:t>
      </w:r>
    </w:p>
    <w:p w:rsidR="002C1D77" w:rsidRPr="007A09A4" w:rsidRDefault="00DC05B0" w:rsidP="00290B55">
      <w:pPr>
        <w:numPr>
          <w:ilvl w:val="0"/>
          <w:numId w:val="1"/>
        </w:numPr>
        <w:spacing w:after="120" w:line="276" w:lineRule="auto"/>
        <w:ind w:left="403" w:hanging="403"/>
      </w:pPr>
      <w:r>
        <w:rPr>
          <w:b/>
          <w:color w:val="000000"/>
        </w:rPr>
        <w:t>Bekijk of er significante ontwikkelingen mogelijk zijn op het gebied van koolstofverwijderingstechnologie.</w:t>
      </w:r>
      <w:r>
        <w:t xml:space="preserve"> De nieuwe technologieën voor de verwijdering van kooldioxide hebben tot doel om </w:t>
      </w:r>
      <w:proofErr w:type="gramStart"/>
      <w:r>
        <w:t>reeds</w:t>
      </w:r>
      <w:proofErr w:type="gramEnd"/>
      <w:r>
        <w:t xml:space="preserve"> in de atmosfeer aanwezige CO</w:t>
      </w:r>
      <w:r>
        <w:rPr>
          <w:vertAlign w:val="subscript"/>
        </w:rPr>
        <w:t>2</w:t>
      </w:r>
      <w:r>
        <w:t xml:space="preserve"> te verwijderen. Deze technologieën variëren van veranderingen in landbouwpraktijken die vandaag al kunnen worden toegepast, tot speculatieve en onbewezen technologieën zoals Direct Air </w:t>
      </w:r>
      <w:proofErr w:type="spellStart"/>
      <w:r>
        <w:t>Capture</w:t>
      </w:r>
      <w:proofErr w:type="spellEnd"/>
      <w:r>
        <w:t>, waarbij CO</w:t>
      </w:r>
      <w:r>
        <w:rPr>
          <w:vertAlign w:val="subscript"/>
        </w:rPr>
        <w:t>2</w:t>
      </w:r>
      <w:r>
        <w:t xml:space="preserve"> rechtstreeks uit de lucht wordt gehaald. Jullie groep kan besluiten om in deze technologieën te investeren.</w:t>
      </w:r>
    </w:p>
    <w:p w:rsidR="002C1D77" w:rsidRPr="007A09A4" w:rsidRDefault="00DC05B0" w:rsidP="00290B55">
      <w:pPr>
        <w:numPr>
          <w:ilvl w:val="0"/>
          <w:numId w:val="1"/>
        </w:numPr>
        <w:tabs>
          <w:tab w:val="left" w:pos="355"/>
        </w:tabs>
        <w:spacing w:after="120" w:line="276" w:lineRule="auto"/>
        <w:ind w:left="403" w:hanging="403"/>
      </w:pPr>
      <w:r>
        <w:rPr>
          <w:b/>
        </w:rPr>
        <w:t>Overweeg een prijs voor CO</w:t>
      </w:r>
      <w:r>
        <w:rPr>
          <w:b/>
          <w:vertAlign w:val="subscript"/>
        </w:rPr>
        <w:t>2</w:t>
      </w:r>
      <w:r>
        <w:rPr>
          <w:b/>
        </w:rPr>
        <w:t>-emissies in te voeren.</w:t>
      </w:r>
      <w:r>
        <w:t xml:space="preserve"> Fossiele brandstoffen domineren nog steeds het wereldenergiestelsel en de CO</w:t>
      </w:r>
      <w:r>
        <w:rPr>
          <w:vertAlign w:val="subscript"/>
        </w:rPr>
        <w:t>2</w:t>
      </w:r>
      <w:r>
        <w:t xml:space="preserve"> die zij uitstoten, is veruit de grootste bron van broeikasgasemissies. Economen zijn het erover eens dat een koolstofprijs de beste manier is om de uitstoot van broeikasgassen wereldwijd te verminderen. Overweeg om koolstof te beprijzen. Dit zou misschien geleidelijk kunnen gebeuren om bedrijven en consumenten de tijd te geven zich aan te passen. De inkomsten kunnen terugvloeien naar de bevolking of worden gebruikt om de kosten van andere beleidsmaatregelen te helpen dekken, om jullie begrotingstekorten terug te dringen of om andere landen te helpen hun emissies te verlagen. Binnen jullie groep hebben sommige landen, staten en provincies al wel koolstofprijzen ingevoerd, maar deze liggen ruim onder het minimumbedrag van 30 tot 50 dollar per ton CO</w:t>
      </w:r>
      <w:r>
        <w:rPr>
          <w:vertAlign w:val="subscript"/>
        </w:rPr>
        <w:t>2</w:t>
      </w:r>
      <w:r>
        <w:t xml:space="preserve"> dat veel economen aanbevelen. De </w:t>
      </w:r>
      <w:proofErr w:type="spellStart"/>
      <w:r>
        <w:t>fossielebrandstofindustrie</w:t>
      </w:r>
      <w:proofErr w:type="spellEnd"/>
      <w:r>
        <w:t xml:space="preserve"> verzet zich tegen koolstofprijzen, net als ondernemingen die sterk leunen op fossiele brandstoffen.</w:t>
      </w:r>
    </w:p>
    <w:p w:rsidR="002C1D77" w:rsidRPr="000A6D24" w:rsidRDefault="00DC05B0" w:rsidP="00290B55">
      <w:pPr>
        <w:spacing w:after="120" w:line="276" w:lineRule="auto"/>
        <w:rPr>
          <w:b/>
        </w:rPr>
      </w:pPr>
      <w:r>
        <w:rPr>
          <w:b/>
          <w:color w:val="000000"/>
        </w:rPr>
        <w:t>Aanvullende overwegingen</w:t>
      </w:r>
    </w:p>
    <w:p w:rsidR="002C1D77" w:rsidRPr="004D0CFD" w:rsidRDefault="00DC05B0" w:rsidP="000A6D24">
      <w:pPr>
        <w:spacing w:after="120" w:line="276" w:lineRule="auto"/>
      </w:pPr>
      <w:r>
        <w:rPr>
          <w:color w:val="000000"/>
        </w:rPr>
        <w:t>Jullie erkennen dat het klimaat echt aan het veranderen is en dat dit in de eerste plaats wordt veroorzaakt door de verbranding van fossiele brandstoffen en ernstige risico’s voor mensen over de hele wereld inhoudt, ook voor mensen in jullie landen. Onder invloed van de klimaatverandering nemen allerlei dreigingen sterk toe, waardoor jullie nationale veiligheid wordt ondermijnd: de schadelijke gevolgen van de klimaatverandering werken conflicten en migratie steeds meer in de hand, waardoor in sommige landen al verzet aan het ontstaan is en beleid tegen immigratie wordt ingevoerd.</w:t>
      </w:r>
    </w:p>
    <w:p w:rsidR="002C1D77" w:rsidRPr="004D0CFD" w:rsidRDefault="00DC05B0" w:rsidP="000A6D24">
      <w:pPr>
        <w:spacing w:after="120" w:line="276" w:lineRule="auto"/>
      </w:pPr>
      <w:r>
        <w:rPr>
          <w:color w:val="000000"/>
        </w:rPr>
        <w:t xml:space="preserve">Tegelijkertijd zijn jullie landen afhankelijk van fossiele brandstoffen. Ze zijn verantwoordelijk voor 36 % van de huidige uitstoot van broeikasgassen en voor een nog veel groter percentage van de cumulatieve emissies sinds de industriële revolutie. De economieën van een aantal landen binnen jullie groep zijn afhankelijk van de export van fossiele brandstoffen, </w:t>
      </w:r>
      <w:proofErr w:type="gramStart"/>
      <w:r>
        <w:rPr>
          <w:color w:val="000000"/>
        </w:rPr>
        <w:t>met name</w:t>
      </w:r>
      <w:proofErr w:type="gramEnd"/>
      <w:r>
        <w:rPr>
          <w:color w:val="000000"/>
        </w:rPr>
        <w:t xml:space="preserve"> Rusland (aardolie en gas), Australië </w:t>
      </w:r>
      <w:r>
        <w:rPr>
          <w:color w:val="000000"/>
        </w:rPr>
        <w:lastRenderedPageBreak/>
        <w:t xml:space="preserve">(steenkool) en Canada (olie uit teerzand). De Verenigde Staten hebben aangekondigd dat zij zich zullen terugtrekken uit de Klimaatovereenkomst van Parijs en de Amerikaanse regering is een groot aantal klimaatvriendelijke beleidsmaatregelen aan het terugdraaien. </w:t>
      </w:r>
      <w:r>
        <w:t xml:space="preserve">Tegelijkertijd hebben </w:t>
      </w:r>
      <w:r>
        <w:rPr>
          <w:rStyle w:val="Bodytext2"/>
        </w:rPr>
        <w:t>tientallen staten</w:t>
      </w:r>
      <w:r>
        <w:t xml:space="preserve"> en honderden steden, districten en bedrijven in de VS </w:t>
      </w:r>
      <w:proofErr w:type="gramStart"/>
      <w:r>
        <w:t>verklaard</w:t>
      </w:r>
      <w:proofErr w:type="gramEnd"/>
      <w:r>
        <w:t xml:space="preserve"> dat zij </w:t>
      </w:r>
      <w:r>
        <w:rPr>
          <w:rStyle w:val="Bodytext2"/>
        </w:rPr>
        <w:t>nog altijd meedoen</w:t>
      </w:r>
      <w:r>
        <w:t xml:space="preserve"> en hun aandeel in de verbintenissen van de VS zullen nakomen of zelfs nog verder zullen gaan.</w:t>
      </w:r>
      <w:r>
        <w:rPr>
          <w:color w:val="000000"/>
        </w:rPr>
        <w:t xml:space="preserve"> Veel regeringen en ondernemingen menen dat klimaatvriendelijk beleid goed voor de economie is. Energie-efficiëntie en hernieuwbare energie zoals wind- en zonne-energie zijn vaak rendabel, leveren banen op en verbeteren de volksgezondheid.</w:t>
      </w:r>
    </w:p>
    <w:p w:rsidR="002C1D77" w:rsidRPr="004D0CFD" w:rsidRDefault="00DC05B0">
      <w:pPr>
        <w:spacing w:line="276" w:lineRule="auto"/>
      </w:pPr>
      <w:r>
        <w:rPr>
          <w:color w:val="000000"/>
        </w:rPr>
        <w:t>Terwijl jullie landen ernaar streven om jullie eigen broeikasgasemissies terug te dringen, merken jullie op dat China de meeste broeikasgassen uitstoot (28 % van de wereldwijde emissies) en de ontwikkelingslanden en de snel opkomende landen bij elkaar ongeveer 65 % van de emissies in de wereld veroorzaken, al zijn de emissies per hoofd van de bevolking in deze landen laag.</w:t>
      </w:r>
    </w:p>
    <w:sectPr w:rsidR="002C1D77" w:rsidRPr="004D0CFD" w:rsidSect="004D0CFD">
      <w:footerReference w:type="default" r:id="rId9"/>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CFD" w:rsidRPr="00290B55" w:rsidRDefault="004D0CFD">
    <w:pPr>
      <w:pStyle w:val="Footer"/>
      <w:rPr>
        <w:i/>
        <w:sz w:val="18"/>
        <w:szCs w:val="18"/>
      </w:rPr>
    </w:pPr>
    <w:r>
      <w:rPr>
        <w:i/>
        <w:sz w:val="18"/>
        <w:szCs w:val="18"/>
      </w:rPr>
      <w:t xml:space="preserve">Ontwikkeld door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en </w:t>
    </w:r>
    <w:proofErr w:type="spellStart"/>
    <w:r>
      <w:rPr>
        <w:i/>
        <w:sz w:val="18"/>
        <w:szCs w:val="18"/>
      </w:rPr>
      <w:t>UMAS’s</w:t>
    </w:r>
    <w:proofErr w:type="spellEnd"/>
    <w:r>
      <w:rPr>
        <w:i/>
        <w:sz w:val="18"/>
        <w:szCs w:val="18"/>
      </w:rPr>
      <w:t xml:space="preserve"> Lowell </w:t>
    </w:r>
    <w:proofErr w:type="spellStart"/>
    <w:r>
      <w:rPr>
        <w:i/>
        <w:sz w:val="18"/>
        <w:szCs w:val="18"/>
      </w:rPr>
      <w:t>Climate</w:t>
    </w:r>
    <w:proofErr w:type="spellEnd"/>
    <w:r>
      <w:rPr>
        <w:i/>
        <w:sz w:val="18"/>
        <w:szCs w:val="18"/>
      </w:rPr>
      <w:t xml:space="preserve"> Change </w:t>
    </w:r>
    <w:proofErr w:type="spellStart"/>
    <w:r>
      <w:rPr>
        <w:i/>
        <w:sz w:val="18"/>
        <w:szCs w:val="18"/>
      </w:rPr>
      <w:t>Initiative</w:t>
    </w:r>
    <w:proofErr w:type="spellEnd"/>
    <w:r>
      <w:rPr>
        <w:i/>
        <w:sz w:val="18"/>
        <w:szCs w:val="18"/>
      </w:rPr>
      <w:t xml:space="preserve">. Voor het laatst bijgewerkt in september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E2C0D"/>
    <w:rsid w:val="00BE3933"/>
    <w:rsid w:val="00DC05B0"/>
    <w:rsid w:val="00FD0AAD"/>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nl-NL"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nl-NL"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nl-NL"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nl-NL"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nl-N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nl-NL"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nl-NL"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nl-NL"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nl-NL"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nl-NL"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nl-NL"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nl-NL"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nl-NL"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CTJJHAUHWN5E-644613129-2450</_dlc_DocId>
    <_dlc_DocIdUrl xmlns="bfc960a6-20da-4c94-8684-71380fca093b">
      <Url>http://dm2016/eesc/2019/_layouts/15/DocIdRedir.aspx?ID=CTJJHAUHWN5E-644613129-2450</Url>
      <Description>CTJJHAUHWN5E-644613129-2450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64</Value>
      <Value>63</Value>
      <Value>62</Value>
      <Value>246</Value>
      <Value>152</Value>
      <Value>56</Value>
      <Value>55</Value>
      <Value>17</Value>
      <Value>52</Value>
      <Value>162</Value>
      <Value>21</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918633-BA64-4508-846C-A38FC39C2F6C}"/>
</file>

<file path=customXml/itemProps2.xml><?xml version="1.0" encoding="utf-8"?>
<ds:datastoreItem xmlns:ds="http://schemas.openxmlformats.org/officeDocument/2006/customXml" ds:itemID="{35BD0BA4-769C-4C24-AA47-52EBB492AAA9}"/>
</file>

<file path=customXml/itemProps3.xml><?xml version="1.0" encoding="utf-8"?>
<ds:datastoreItem xmlns:ds="http://schemas.openxmlformats.org/officeDocument/2006/customXml" ds:itemID="{D73BBA4D-3632-4385-9728-9E60E18739CE}"/>
</file>

<file path=customXml/itemProps4.xml><?xml version="1.0" encoding="utf-8"?>
<ds:datastoreItem xmlns:ds="http://schemas.openxmlformats.org/officeDocument/2006/customXml" ds:itemID="{5EDE393C-6EB7-4643-B2BD-EBE47E32F82E}"/>
</file>

<file path=docProps/app.xml><?xml version="1.0" encoding="utf-8"?>
<Properties xmlns="http://schemas.openxmlformats.org/officeDocument/2006/extended-properties" xmlns:vt="http://schemas.openxmlformats.org/officeDocument/2006/docPropsVTypes">
  <Template>Styles</Template>
  <TotalTime>5</TotalTime>
  <Pages>3</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Werkdocumenten - Groep 6A - Hoofdonderhandelaars van de ontwikkelde landen</dc:title>
  <dc:subject>Informatiedocument</dc:subject>
  <cp:keywords>EESC-2019-05163-05-00-INFO-TRA-EN</cp:keywords>
  <dc:description>Rapporteur:  - Original language: EN - Date of document: 09/12/2019 - Date of meeting:  - External documents:  - Administrator: MME LAHOUSSE Chloé</dc:description>
  <cp:lastModifiedBy>cbut</cp:lastModifiedBy>
  <cp:revision>5</cp:revision>
  <dcterms:created xsi:type="dcterms:W3CDTF">2019-11-15T11:30:00Z</dcterms:created>
  <dcterms:modified xsi:type="dcterms:W3CDTF">2019-12-09T10:03:00Z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c9c89ccc-7873-46cc-9393-c158aa4d31ae</vt:lpwstr>
  </property>
  <property fmtid="{D5CDD505-2E9C-101B-9397-08002B2CF9AE}" pid="9" name="AvailableTranslations">
    <vt:lpwstr>63;#MT|7df99101-6854-4a26-b53a-b88c0da02c26;#152;#MK|34ce48bb-063e-4413-a932-50853dc71c5c;#162;#TR|6e4ededd-04c4-4fa0-94e0-1028050302d5;#64;#PT|50ccc04a-eadd-42ae-a0cb-acaf45f812ba;#62;#FI|87606a43-d45f-42d6-b8c9-e1a3457db5b7;#154;#SQ|5ac17240-8d11-45ec-9893-659b209d7a00;#56;#SL|98a412ae-eb01-49e9-ae3d-585a81724cfc;#4;#EN|f2175f21-25d7-44a3-96da-d6a61b075e1b;#52;#DA|5d49c027-8956-412b-aa16-e85a0f96ad0e;#45;#NL|55c6556c-b4f4-441d-9acf-c498d4f838bd;#17;#ES|e7a6b05b-ae16-40c8-add9-68b64b03aeba;#153;#SR|7f3a1d13-b985-4bfd-981e-afe31377edff;#55;#BG|1a1b3951-7821-4e6a-85f5-5673fc08bd2c;#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SQ|5ac17240-8d11-45ec-9893-659b209d7a00;EN|f2175f21-25d7-44a3-96da-d6a61b075e1b;DA|5d49c027-8956-412b-aa16-e85a0f96ad0e;ES|e7a6b05b-ae16-40c8-add9-68b64b03aeba;SR|7f3a1d13-b985-4bfd-981e-afe31377edff;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153;#SR|7f3a1d13-b985-4bfd-981e-afe31377edff;#246;#ME|925b3da5-5ac0-4b3c-928c-6ef66a5c9b3c;#152;#MK|34ce48bb-063e-4413-a932-50853dc71c5c;#21;#IT|0774613c-01ed-4e5d-a25d-11d2388de825;#17;#ES|e7a6b05b-ae16-40c8-add9-68b64b03aeba;#52;#DA|5d49c027-8956-412b-aa16-e85a0f96ad0e;#162;#TR|6e4ededd-04c4-4fa0-94e0-1028050302d5;#11;#INFO|d9136e7c-93a9-4c42-9d28-92b61e85f80c;#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45;#NL|55c6556c-b4f4-441d-9acf-c498d4f838bd</vt:lpwstr>
  </property>
</Properties>
</file>